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7D" w:rsidRDefault="00E6707D" w:rsidP="00C273B8">
      <w:pPr>
        <w:jc w:val="center"/>
        <w:rPr>
          <w:b/>
          <w:sz w:val="28"/>
        </w:rPr>
      </w:pPr>
      <w:r w:rsidRPr="00C273B8">
        <w:rPr>
          <w:b/>
          <w:sz w:val="28"/>
        </w:rPr>
        <w:t>Эссе на тему: «Зачем нужна психология</w:t>
      </w:r>
      <w:r>
        <w:rPr>
          <w:b/>
          <w:sz w:val="28"/>
        </w:rPr>
        <w:t>?</w:t>
      </w:r>
      <w:r w:rsidRPr="00C273B8">
        <w:rPr>
          <w:b/>
          <w:sz w:val="28"/>
        </w:rPr>
        <w:t>»</w:t>
      </w:r>
    </w:p>
    <w:p w:rsidR="00E6707D" w:rsidRDefault="00E6707D" w:rsidP="00C273B8">
      <w:pPr>
        <w:jc w:val="center"/>
        <w:rPr>
          <w:b/>
          <w:sz w:val="28"/>
        </w:rPr>
      </w:pPr>
    </w:p>
    <w:p w:rsidR="00E6707D" w:rsidRDefault="00E6707D" w:rsidP="00C273B8">
      <w:pPr>
        <w:rPr>
          <w:sz w:val="28"/>
        </w:rPr>
      </w:pPr>
      <w:r w:rsidRPr="00C273B8">
        <w:rPr>
          <w:sz w:val="28"/>
        </w:rPr>
        <w:t>Психология</w:t>
      </w:r>
      <w:r>
        <w:rPr>
          <w:sz w:val="28"/>
        </w:rPr>
        <w:t xml:space="preserve"> </w:t>
      </w:r>
      <w:r w:rsidRPr="00C273B8">
        <w:rPr>
          <w:sz w:val="28"/>
        </w:rPr>
        <w:t>-</w:t>
      </w:r>
      <w:r>
        <w:rPr>
          <w:sz w:val="28"/>
        </w:rPr>
        <w:t xml:space="preserve"> </w:t>
      </w:r>
      <w:r w:rsidRPr="00C273B8">
        <w:rPr>
          <w:sz w:val="28"/>
        </w:rPr>
        <w:t>очень тонкая наука, которую</w:t>
      </w:r>
      <w:r>
        <w:rPr>
          <w:sz w:val="28"/>
        </w:rPr>
        <w:t xml:space="preserve"> способен понять только нуждающи</w:t>
      </w:r>
      <w:r w:rsidRPr="00C273B8">
        <w:rPr>
          <w:sz w:val="28"/>
        </w:rPr>
        <w:t>йся в ней человек.</w:t>
      </w:r>
      <w:r>
        <w:rPr>
          <w:sz w:val="28"/>
        </w:rPr>
        <w:t xml:space="preserve"> Многие люди проходят в своей жизни периоды разочарования, счастья, поиска смысла жизни, ответов на собственные внутренние вопросы. Как раз такая наука, как психология, помогает достичь гармони с окружающим миром и самим собой, она дает ответы на все вопросы, существующие в голове человека. </w:t>
      </w:r>
    </w:p>
    <w:p w:rsidR="00E6707D" w:rsidRDefault="00E6707D" w:rsidP="000422A1">
      <w:pPr>
        <w:rPr>
          <w:sz w:val="28"/>
        </w:rPr>
      </w:pPr>
      <w:r>
        <w:rPr>
          <w:sz w:val="28"/>
        </w:rPr>
        <w:t xml:space="preserve">Мы часто попадаем в ситуацию выбора…своего жизненного пути, своей цели. Многие люди не могут до конца осознать свое предназначение. </w:t>
      </w:r>
      <w:r>
        <w:rPr>
          <w:sz w:val="28"/>
        </w:rPr>
        <w:br/>
        <w:t>Например, кто-то стремится  иметь блестящую карьеру, делает все возможное для исполнения заветной мечты, достигает вершины успеха, и вдруг, осечка…</w:t>
      </w:r>
      <w:r>
        <w:rPr>
          <w:sz w:val="28"/>
        </w:rPr>
        <w:br/>
        <w:t>Человек ,который  побывал на пике славы, вдруг оступился и совершил ошибку, потерял все. Что будет с ним? Все зависит от того, с какой стороны человек подойдёт к этой проблеме. Кто-то погрязнет в пучине проблем, разочарований, уйдет в себя, а кто-то продолжит действовать, искать мотивацию для последующих действий.</w:t>
      </w:r>
      <w:r>
        <w:rPr>
          <w:sz w:val="28"/>
        </w:rPr>
        <w:br/>
        <w:t xml:space="preserve">И вот в этом вопросе ,действительно, психология будет главным помощником в таких случаях. Она даст ту базу знаний, которая заставит человека думать иначе, не утопично , как в первом случае, и добавит мотивации во втором. </w:t>
      </w:r>
    </w:p>
    <w:p w:rsidR="00E6707D" w:rsidRPr="00C273B8" w:rsidRDefault="00E6707D" w:rsidP="000422A1">
      <w:pPr>
        <w:rPr>
          <w:sz w:val="28"/>
        </w:rPr>
      </w:pPr>
      <w:r>
        <w:rPr>
          <w:sz w:val="28"/>
        </w:rPr>
        <w:t xml:space="preserve"> </w:t>
      </w:r>
      <w:r w:rsidRPr="000422A1">
        <w:rPr>
          <w:sz w:val="28"/>
        </w:rPr>
        <w:t>Необыкновенно сложна и многообразна психическая жизнь человека. Психология изучает ее закономерности — восприятие человеком окружающего мира, мышление, чувства, формирование его психических свойств — потребностей, интересов, навыков, привычек, способностей, характера.</w:t>
      </w:r>
      <w:r>
        <w:rPr>
          <w:sz w:val="28"/>
        </w:rPr>
        <w:t xml:space="preserve"> </w:t>
      </w:r>
      <w:r w:rsidRPr="000422A1">
        <w:rPr>
          <w:sz w:val="28"/>
        </w:rPr>
        <w:t>Важная задача психологии — познание объективных законов психической жизни человека с целью руководства развитием личности, формированием ее сознания, целенаправленного изменения ее психических свойств в соответствии с требованиями общества.</w:t>
      </w:r>
    </w:p>
    <w:p w:rsidR="00E6707D" w:rsidRPr="00C273B8" w:rsidRDefault="00E6707D" w:rsidP="00C273B8">
      <w:pPr>
        <w:jc w:val="center"/>
        <w:rPr>
          <w:b/>
          <w:sz w:val="28"/>
        </w:rPr>
      </w:pPr>
    </w:p>
    <w:p w:rsidR="00E6707D" w:rsidRDefault="00E6707D"/>
    <w:sectPr w:rsidR="00E6707D" w:rsidSect="00D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07D" w:rsidRDefault="00E6707D" w:rsidP="006068AC">
      <w:pPr>
        <w:spacing w:after="0" w:line="240" w:lineRule="auto"/>
      </w:pPr>
      <w:r>
        <w:separator/>
      </w:r>
    </w:p>
  </w:endnote>
  <w:endnote w:type="continuationSeparator" w:id="0">
    <w:p w:rsidR="00E6707D" w:rsidRDefault="00E6707D" w:rsidP="0060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07D" w:rsidRDefault="00E6707D" w:rsidP="006068AC">
      <w:pPr>
        <w:spacing w:after="0" w:line="240" w:lineRule="auto"/>
      </w:pPr>
      <w:r>
        <w:separator/>
      </w:r>
    </w:p>
  </w:footnote>
  <w:footnote w:type="continuationSeparator" w:id="0">
    <w:p w:rsidR="00E6707D" w:rsidRDefault="00E6707D" w:rsidP="00606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3B8"/>
    <w:rsid w:val="00033C38"/>
    <w:rsid w:val="000422A1"/>
    <w:rsid w:val="001A7432"/>
    <w:rsid w:val="002B1F6C"/>
    <w:rsid w:val="005A3135"/>
    <w:rsid w:val="006068AC"/>
    <w:rsid w:val="00811E9E"/>
    <w:rsid w:val="009452BA"/>
    <w:rsid w:val="00C273B8"/>
    <w:rsid w:val="00C473CC"/>
    <w:rsid w:val="00DD640D"/>
    <w:rsid w:val="00E6707D"/>
    <w:rsid w:val="00F06888"/>
    <w:rsid w:val="00FF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4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68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0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068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262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Штаньке</dc:creator>
  <cp:keywords/>
  <dc:description/>
  <cp:lastModifiedBy>weolga</cp:lastModifiedBy>
  <cp:revision>6</cp:revision>
  <dcterms:created xsi:type="dcterms:W3CDTF">2014-11-14T08:19:00Z</dcterms:created>
  <dcterms:modified xsi:type="dcterms:W3CDTF">2014-11-21T13:44:00Z</dcterms:modified>
</cp:coreProperties>
</file>